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/>
          <w:sz w:val="32"/>
        </w:rPr>
      </w:pPr>
    </w:p>
    <w:p w:rsidR="00643BEF" w:rsidRDefault="00643BEF" w:rsidP="00122892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课题负责人：</w:t>
      </w:r>
      <w:r>
        <w:rPr>
          <w:rFonts w:ascii="宋体" w:hAnsi="宋体"/>
          <w:sz w:val="32"/>
        </w:rPr>
        <w:t>XXX</w:t>
      </w:r>
    </w:p>
    <w:p w:rsidR="00643BEF" w:rsidRDefault="00643BEF" w:rsidP="00122892">
      <w:pPr>
        <w:rPr>
          <w:rFonts w:ascii="宋体"/>
          <w:sz w:val="32"/>
        </w:rPr>
      </w:pPr>
      <w:r>
        <w:rPr>
          <w:rFonts w:ascii="宋体" w:hAnsi="宋体" w:hint="eastAsia"/>
          <w:sz w:val="32"/>
        </w:rPr>
        <w:t>课题组成员：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int="eastAsia"/>
          <w:sz w:val="32"/>
        </w:rPr>
        <w:t>……</w:t>
      </w:r>
    </w:p>
    <w:p w:rsidR="00643BEF" w:rsidRDefault="00643BEF" w:rsidP="00122892">
      <w:r>
        <w:rPr>
          <w:rFonts w:ascii="宋体" w:hAnsi="宋体" w:hint="eastAsia"/>
          <w:sz w:val="32"/>
        </w:rPr>
        <w:t>执</w:t>
      </w:r>
      <w:r>
        <w:rPr>
          <w:rFonts w:ascii="宋体"/>
          <w:sz w:val="32"/>
        </w:rPr>
        <w:t> </w:t>
      </w:r>
      <w:r>
        <w:rPr>
          <w:rFonts w:ascii="宋体" w:hAnsi="宋体"/>
          <w:sz w:val="32"/>
        </w:rPr>
        <w:t xml:space="preserve"> </w:t>
      </w:r>
      <w:r>
        <w:rPr>
          <w:rFonts w:ascii="宋体" w:hAnsi="宋体" w:hint="eastAsia"/>
          <w:sz w:val="32"/>
        </w:rPr>
        <w:t>笔</w:t>
      </w:r>
      <w:r>
        <w:rPr>
          <w:rFonts w:ascii="宋体"/>
          <w:sz w:val="32"/>
        </w:rPr>
        <w:t> </w:t>
      </w:r>
      <w:r>
        <w:rPr>
          <w:rFonts w:ascii="宋体" w:hAnsi="宋体"/>
          <w:sz w:val="32"/>
        </w:rPr>
        <w:t xml:space="preserve"> </w:t>
      </w:r>
      <w:r>
        <w:rPr>
          <w:rFonts w:ascii="宋体" w:hAnsi="宋体" w:hint="eastAsia"/>
          <w:sz w:val="32"/>
        </w:rPr>
        <w:t>人：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Ansi="宋体"/>
          <w:sz w:val="32"/>
        </w:rPr>
        <w:t>XXX</w:t>
      </w:r>
      <w:r>
        <w:rPr>
          <w:rFonts w:ascii="宋体" w:hAnsi="宋体" w:hint="eastAsia"/>
          <w:sz w:val="32"/>
        </w:rPr>
        <w:t>、</w:t>
      </w:r>
      <w:r>
        <w:rPr>
          <w:rFonts w:ascii="宋体" w:hint="eastAsia"/>
          <w:sz w:val="32"/>
        </w:rPr>
        <w:t>……</w:t>
      </w:r>
    </w:p>
    <w:p w:rsidR="00643BEF" w:rsidRDefault="00643BEF" w:rsidP="00122892"/>
    <w:p w:rsidR="00643BEF" w:rsidRDefault="00643BEF" w:rsidP="00D962E6">
      <w:pPr>
        <w:spacing w:line="600" w:lineRule="exact"/>
        <w:ind w:firstLineChars="200" w:firstLine="31680"/>
        <w:jc w:val="center"/>
        <w:rPr>
          <w:rFonts w:ascii="仿宋_GB2312" w:eastAsia="仿宋_GB2312" w:hAnsi="宋体"/>
          <w:sz w:val="32"/>
          <w:szCs w:val="32"/>
        </w:rPr>
      </w:pPr>
    </w:p>
    <w:p w:rsidR="00643BEF" w:rsidRDefault="00643BEF" w:rsidP="00D962E6">
      <w:pPr>
        <w:spacing w:line="600" w:lineRule="exact"/>
        <w:ind w:firstLineChars="200" w:firstLine="31680"/>
        <w:jc w:val="center"/>
        <w:rPr>
          <w:rFonts w:ascii="仿宋_GB2312" w:eastAsia="仿宋_GB2312" w:hAnsi="宋体"/>
          <w:sz w:val="32"/>
          <w:szCs w:val="32"/>
        </w:rPr>
      </w:pPr>
    </w:p>
    <w:p w:rsidR="00643BEF" w:rsidRDefault="00643BEF" w:rsidP="00122892">
      <w:pPr>
        <w:rPr>
          <w:rFonts w:ascii="宋体"/>
          <w:sz w:val="24"/>
        </w:rPr>
      </w:pPr>
    </w:p>
    <w:p w:rsidR="00643BEF" w:rsidRDefault="00643BEF" w:rsidP="00122892">
      <w:pPr>
        <w:rPr>
          <w:rFonts w:ascii="宋体"/>
          <w:sz w:val="28"/>
        </w:rPr>
      </w:pPr>
    </w:p>
    <w:p w:rsidR="00643BEF" w:rsidRDefault="00643BEF" w:rsidP="00122892">
      <w:pPr>
        <w:rPr>
          <w:rFonts w:ascii="宋体"/>
          <w:sz w:val="28"/>
        </w:rPr>
      </w:pPr>
      <w:r>
        <w:rPr>
          <w:rFonts w:ascii="宋体" w:hAnsi="宋体" w:hint="eastAsia"/>
          <w:sz w:val="28"/>
        </w:rPr>
        <w:t>黑龙江省社会科学研究规划项目</w:t>
      </w:r>
      <w:r>
        <w:rPr>
          <w:rFonts w:ascii="宋体" w:hAnsi="宋体"/>
          <w:sz w:val="28"/>
        </w:rPr>
        <w:t xml:space="preserve">             </w:t>
      </w:r>
      <w:r>
        <w:rPr>
          <w:rFonts w:ascii="宋体" w:hAnsi="宋体" w:hint="eastAsia"/>
          <w:sz w:val="28"/>
        </w:rPr>
        <w:t>项目批准号：</w:t>
      </w:r>
      <w:r>
        <w:rPr>
          <w:rFonts w:ascii="宋体" w:hAnsi="宋体"/>
          <w:sz w:val="28"/>
        </w:rPr>
        <w:t xml:space="preserve">XXXXXX                                                   </w:t>
      </w:r>
    </w:p>
    <w:p w:rsidR="00643BEF" w:rsidRDefault="00643BEF" w:rsidP="00122892">
      <w:pPr>
        <w:rPr>
          <w:rFonts w:ascii="宋体"/>
        </w:rPr>
      </w:pPr>
    </w:p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（课题名称：黑体大号字）</w:t>
      </w:r>
    </w:p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/>
    <w:p w:rsidR="00643BEF" w:rsidRDefault="00643BEF" w:rsidP="00122892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项目负责人：</w:t>
      </w:r>
      <w:r>
        <w:rPr>
          <w:rFonts w:ascii="宋体" w:hAnsi="宋体"/>
          <w:sz w:val="28"/>
        </w:rPr>
        <w:t>XXX</w:t>
      </w:r>
    </w:p>
    <w:p w:rsidR="00643BEF" w:rsidRDefault="00643BEF" w:rsidP="00122892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项目承担单位：</w:t>
      </w:r>
      <w:r>
        <w:rPr>
          <w:rFonts w:ascii="宋体" w:hAnsi="宋体"/>
          <w:sz w:val="28"/>
        </w:rPr>
        <w:t>XXX</w:t>
      </w:r>
    </w:p>
    <w:p w:rsidR="00643BEF" w:rsidRDefault="00643BEF" w:rsidP="00122892">
      <w:pPr>
        <w:rPr>
          <w:rFonts w:ascii="宋体"/>
          <w:sz w:val="28"/>
        </w:rPr>
      </w:pPr>
      <w:r>
        <w:rPr>
          <w:rFonts w:ascii="宋体" w:hAnsi="宋体" w:hint="eastAsia"/>
          <w:sz w:val="28"/>
        </w:rPr>
        <w:t>立项起止时间：</w:t>
      </w:r>
      <w:r>
        <w:rPr>
          <w:rFonts w:ascii="宋体" w:hAnsi="宋体"/>
          <w:sz w:val="28"/>
        </w:rPr>
        <w:t>XXXX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>XX</w:t>
      </w:r>
      <w:r>
        <w:rPr>
          <w:rFonts w:ascii="宋体" w:hAnsi="宋体" w:hint="eastAsia"/>
          <w:sz w:val="28"/>
        </w:rPr>
        <w:t>月</w:t>
      </w:r>
      <w:r>
        <w:rPr>
          <w:rFonts w:ascii="宋体" w:hAnsi="宋体"/>
          <w:sz w:val="28"/>
        </w:rPr>
        <w:t>--XXXX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>XX</w:t>
      </w:r>
      <w:r>
        <w:rPr>
          <w:rFonts w:ascii="宋体" w:hAnsi="宋体" w:hint="eastAsia"/>
          <w:sz w:val="28"/>
        </w:rPr>
        <w:t>月</w:t>
      </w:r>
    </w:p>
    <w:p w:rsidR="00643BEF" w:rsidRDefault="00643BEF" w:rsidP="00122892">
      <w:r>
        <w:rPr>
          <w:rFonts w:ascii="宋体" w:hAnsi="宋体" w:hint="eastAsia"/>
          <w:sz w:val="28"/>
        </w:rPr>
        <w:t>最终完成时间：</w:t>
      </w:r>
      <w:r>
        <w:rPr>
          <w:rFonts w:ascii="宋体" w:hAnsi="宋体"/>
          <w:sz w:val="28"/>
        </w:rPr>
        <w:t>XXXX</w:t>
      </w:r>
      <w:r>
        <w:rPr>
          <w:rFonts w:ascii="宋体" w:hAnsi="宋体" w:hint="eastAsia"/>
          <w:sz w:val="28"/>
        </w:rPr>
        <w:t>年</w:t>
      </w:r>
      <w:r>
        <w:rPr>
          <w:rFonts w:ascii="宋体" w:hAnsi="宋体"/>
          <w:sz w:val="28"/>
        </w:rPr>
        <w:t>XX</w:t>
      </w:r>
      <w:r>
        <w:rPr>
          <w:rFonts w:ascii="宋体" w:hAnsi="宋体" w:hint="eastAsia"/>
          <w:sz w:val="28"/>
        </w:rPr>
        <w:t>月</w:t>
      </w:r>
    </w:p>
    <w:p w:rsidR="00643BEF" w:rsidRDefault="00643BEF" w:rsidP="00D962E6">
      <w:pPr>
        <w:spacing w:line="600" w:lineRule="exact"/>
        <w:ind w:firstLineChars="200" w:firstLine="31680"/>
        <w:jc w:val="center"/>
        <w:rPr>
          <w:rFonts w:ascii="仿宋_GB2312" w:eastAsia="仿宋_GB2312" w:hAnsi="宋体"/>
          <w:sz w:val="32"/>
          <w:szCs w:val="32"/>
        </w:rPr>
      </w:pPr>
    </w:p>
    <w:p w:rsidR="00643BEF" w:rsidRPr="00122892" w:rsidRDefault="00643BEF" w:rsidP="00D60AD0">
      <w:pPr>
        <w:spacing w:line="600" w:lineRule="exact"/>
        <w:ind w:firstLineChars="200" w:firstLine="31680"/>
        <w:jc w:val="center"/>
        <w:rPr>
          <w:rFonts w:ascii="仿宋_GB2312" w:eastAsia="仿宋_GB2312" w:hAnsi="宋体"/>
          <w:sz w:val="32"/>
          <w:szCs w:val="32"/>
        </w:rPr>
      </w:pPr>
    </w:p>
    <w:sectPr w:rsidR="00643BEF" w:rsidRPr="00122892" w:rsidSect="00D269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BEF" w:rsidRDefault="00643BEF" w:rsidP="00262C54">
      <w:r>
        <w:separator/>
      </w:r>
    </w:p>
  </w:endnote>
  <w:endnote w:type="continuationSeparator" w:id="1">
    <w:p w:rsidR="00643BEF" w:rsidRDefault="00643BEF" w:rsidP="00262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BEF" w:rsidRDefault="00643BEF" w:rsidP="00262C54">
      <w:r>
        <w:separator/>
      </w:r>
    </w:p>
  </w:footnote>
  <w:footnote w:type="continuationSeparator" w:id="1">
    <w:p w:rsidR="00643BEF" w:rsidRDefault="00643BEF" w:rsidP="00262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 w:rsidP="00D962E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BEF" w:rsidRDefault="00643B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51D41"/>
    <w:multiLevelType w:val="hybridMultilevel"/>
    <w:tmpl w:val="05226B9C"/>
    <w:lvl w:ilvl="0" w:tplc="8EFE12FE">
      <w:start w:val="1"/>
      <w:numFmt w:val="decimal"/>
      <w:lvlText w:val="%1、"/>
      <w:lvlJc w:val="left"/>
      <w:pPr>
        <w:ind w:left="1765" w:hanging="112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C54"/>
    <w:rsid w:val="00005CDE"/>
    <w:rsid w:val="000A44EA"/>
    <w:rsid w:val="00122892"/>
    <w:rsid w:val="001436EC"/>
    <w:rsid w:val="00155483"/>
    <w:rsid w:val="001758BA"/>
    <w:rsid w:val="001C402D"/>
    <w:rsid w:val="0026040A"/>
    <w:rsid w:val="00262C54"/>
    <w:rsid w:val="0027484A"/>
    <w:rsid w:val="00306231"/>
    <w:rsid w:val="003309B0"/>
    <w:rsid w:val="00387574"/>
    <w:rsid w:val="003C0EF1"/>
    <w:rsid w:val="00417737"/>
    <w:rsid w:val="004C156B"/>
    <w:rsid w:val="004D16DA"/>
    <w:rsid w:val="004D54DE"/>
    <w:rsid w:val="004E42D0"/>
    <w:rsid w:val="005110C9"/>
    <w:rsid w:val="00532A40"/>
    <w:rsid w:val="00577A8F"/>
    <w:rsid w:val="005A2AD4"/>
    <w:rsid w:val="00643BEF"/>
    <w:rsid w:val="0067029C"/>
    <w:rsid w:val="006A2DF1"/>
    <w:rsid w:val="006B37F2"/>
    <w:rsid w:val="006F368A"/>
    <w:rsid w:val="007211AF"/>
    <w:rsid w:val="007923FB"/>
    <w:rsid w:val="007A0449"/>
    <w:rsid w:val="00813AAC"/>
    <w:rsid w:val="00873A88"/>
    <w:rsid w:val="00880393"/>
    <w:rsid w:val="0088066B"/>
    <w:rsid w:val="00895F5D"/>
    <w:rsid w:val="00921D6D"/>
    <w:rsid w:val="009243F9"/>
    <w:rsid w:val="00933425"/>
    <w:rsid w:val="00A97057"/>
    <w:rsid w:val="00B16270"/>
    <w:rsid w:val="00B3240F"/>
    <w:rsid w:val="00B409EB"/>
    <w:rsid w:val="00BB201A"/>
    <w:rsid w:val="00BD55D2"/>
    <w:rsid w:val="00C25D11"/>
    <w:rsid w:val="00C82194"/>
    <w:rsid w:val="00C82424"/>
    <w:rsid w:val="00CA15AB"/>
    <w:rsid w:val="00D1478F"/>
    <w:rsid w:val="00D2691E"/>
    <w:rsid w:val="00D54602"/>
    <w:rsid w:val="00D60AD0"/>
    <w:rsid w:val="00D6310E"/>
    <w:rsid w:val="00D871E8"/>
    <w:rsid w:val="00D962E6"/>
    <w:rsid w:val="00DD3606"/>
    <w:rsid w:val="00E26C1D"/>
    <w:rsid w:val="00EE585D"/>
    <w:rsid w:val="00F201DB"/>
    <w:rsid w:val="00F8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1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62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2C5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62C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2C54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7211AF"/>
    <w:pPr>
      <w:ind w:firstLineChars="200" w:firstLine="420"/>
    </w:pPr>
  </w:style>
  <w:style w:type="paragraph" w:styleId="Date">
    <w:name w:val="Date"/>
    <w:basedOn w:val="Normal"/>
    <w:next w:val="Normal"/>
    <w:link w:val="DateChar"/>
    <w:uiPriority w:val="99"/>
    <w:semiHidden/>
    <w:rsid w:val="00122892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1228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38</Words>
  <Characters>223</Characters>
  <Application>Microsoft Office Outlook</Application>
  <DocSecurity>0</DocSecurity>
  <Lines>0</Lines>
  <Paragraphs>0</Paragraphs>
  <ScaleCrop>false</ScaleCrop>
  <Company>哈工程科技处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课题负责人：XXX</dc:title>
  <dc:subject/>
  <dc:creator>huhu</dc:creator>
  <cp:keywords/>
  <dc:description/>
  <cp:lastModifiedBy>微软用户</cp:lastModifiedBy>
  <cp:revision>2</cp:revision>
  <cp:lastPrinted>2013-05-24T08:32:00Z</cp:lastPrinted>
  <dcterms:created xsi:type="dcterms:W3CDTF">2013-07-10T09:02:00Z</dcterms:created>
  <dcterms:modified xsi:type="dcterms:W3CDTF">2013-07-10T09:02:00Z</dcterms:modified>
</cp:coreProperties>
</file>